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36665">
        <w:rPr>
          <w:rFonts w:ascii="Arial" w:hAnsi="Arial" w:cs="Arial"/>
          <w:b/>
          <w:caps/>
          <w:sz w:val="28"/>
          <w:szCs w:val="28"/>
        </w:rPr>
        <w:t>779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66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6665">
              <w:rPr>
                <w:rFonts w:ascii="Arial" w:hAnsi="Arial" w:cs="Arial"/>
                <w:sz w:val="20"/>
                <w:szCs w:val="20"/>
              </w:rPr>
              <w:t>Solicita capina e limpeza do canteiro central da Avenida Dom Pedro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36665">
        <w:rPr>
          <w:rFonts w:ascii="Arial" w:hAnsi="Arial" w:cs="Arial"/>
        </w:rPr>
        <w:t>à realização de</w:t>
      </w:r>
      <w:r w:rsidR="00336665" w:rsidRPr="00336665">
        <w:rPr>
          <w:rFonts w:ascii="Arial" w:hAnsi="Arial" w:cs="Arial"/>
        </w:rPr>
        <w:t xml:space="preserve"> capina e limpeza do canteiro central da Avenida Dom Pedro I,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36665" w:rsidRPr="00336665" w:rsidRDefault="00965AAB" w:rsidP="003366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336665" w:rsidRPr="00336665">
        <w:rPr>
          <w:rFonts w:ascii="Arial" w:hAnsi="Arial" w:cs="Arial"/>
        </w:rPr>
        <w:t xml:space="preserve"> a </w:t>
      </w:r>
      <w:r w:rsidR="000B0B80">
        <w:rPr>
          <w:rFonts w:ascii="Arial" w:hAnsi="Arial" w:cs="Arial"/>
        </w:rPr>
        <w:t>execução</w:t>
      </w:r>
      <w:bookmarkStart w:id="0" w:name="_GoBack"/>
      <w:bookmarkEnd w:id="0"/>
      <w:r w:rsidR="00336665">
        <w:rPr>
          <w:rFonts w:ascii="Arial" w:hAnsi="Arial" w:cs="Arial"/>
        </w:rPr>
        <w:t xml:space="preserve"> de capina e limpeza n</w:t>
      </w:r>
      <w:r w:rsidR="00336665" w:rsidRPr="00336665">
        <w:rPr>
          <w:rFonts w:ascii="Arial" w:hAnsi="Arial" w:cs="Arial"/>
        </w:rPr>
        <w:t>o canteiro central da avenida, pois encontra-se com mato e sujeira, conforme demonstram as fotos em anexo.</w:t>
      </w:r>
    </w:p>
    <w:p w:rsidR="00336665" w:rsidRDefault="00336665" w:rsidP="003366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36665">
        <w:rPr>
          <w:rFonts w:ascii="Arial" w:hAnsi="Arial" w:cs="Arial"/>
        </w:rPr>
        <w:t xml:space="preserve">Essa avenida é uma importante via de ligação entre vários bairros da região e possui </w:t>
      </w:r>
      <w:r w:rsidR="004F53A4">
        <w:rPr>
          <w:rFonts w:ascii="Arial" w:hAnsi="Arial" w:cs="Arial"/>
        </w:rPr>
        <w:t>intenso</w:t>
      </w:r>
      <w:r w:rsidRPr="00336665">
        <w:rPr>
          <w:rFonts w:ascii="Arial" w:hAnsi="Arial" w:cs="Arial"/>
        </w:rPr>
        <w:t xml:space="preserve"> fluxo de trânsito, além de abrigar vários pontos comerciais e residências.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6665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6665" w:rsidRDefault="0033666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6665" w:rsidRPr="00A34F2C" w:rsidRDefault="0033666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36665" w:rsidRPr="00A34F2C" w:rsidRDefault="0033666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36665" w:rsidRDefault="0033666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6665" w:rsidRPr="00336665" w:rsidRDefault="00336665" w:rsidP="00336665">
      <w:pPr>
        <w:rPr>
          <w:rFonts w:ascii="Arial" w:hAnsi="Arial" w:cs="Arial"/>
        </w:rPr>
      </w:pPr>
    </w:p>
    <w:p w:rsidR="00336665" w:rsidRPr="00336665" w:rsidRDefault="00336665" w:rsidP="00336665">
      <w:pPr>
        <w:rPr>
          <w:rFonts w:ascii="Arial" w:hAnsi="Arial" w:cs="Arial"/>
        </w:rPr>
      </w:pPr>
    </w:p>
    <w:p w:rsidR="00336665" w:rsidRPr="00336665" w:rsidRDefault="00336665" w:rsidP="00336665">
      <w:pPr>
        <w:rPr>
          <w:rFonts w:ascii="Arial" w:hAnsi="Arial" w:cs="Arial"/>
        </w:rPr>
      </w:pPr>
    </w:p>
    <w:p w:rsidR="00336665" w:rsidRPr="00336665" w:rsidRDefault="00336665" w:rsidP="00336665">
      <w:pPr>
        <w:rPr>
          <w:rFonts w:ascii="Arial" w:hAnsi="Arial" w:cs="Arial"/>
        </w:rPr>
      </w:pPr>
    </w:p>
    <w:p w:rsidR="00336665" w:rsidRPr="00336665" w:rsidRDefault="00336665" w:rsidP="00336665">
      <w:pPr>
        <w:rPr>
          <w:rFonts w:ascii="Arial" w:hAnsi="Arial" w:cs="Arial"/>
        </w:rPr>
      </w:pPr>
    </w:p>
    <w:p w:rsidR="00336665" w:rsidRPr="00336665" w:rsidRDefault="00336665" w:rsidP="00336665">
      <w:pPr>
        <w:rPr>
          <w:rFonts w:ascii="Arial" w:hAnsi="Arial" w:cs="Arial"/>
        </w:rPr>
      </w:pPr>
    </w:p>
    <w:p w:rsidR="00336665" w:rsidRDefault="00336665" w:rsidP="00336665">
      <w:pPr>
        <w:rPr>
          <w:rFonts w:ascii="Arial" w:hAnsi="Arial" w:cs="Arial"/>
        </w:rPr>
      </w:pPr>
    </w:p>
    <w:p w:rsidR="00F01932" w:rsidRDefault="00F01932" w:rsidP="00336665">
      <w:pPr>
        <w:jc w:val="center"/>
        <w:rPr>
          <w:rFonts w:ascii="Arial" w:hAnsi="Arial" w:cs="Arial"/>
        </w:rPr>
      </w:pPr>
    </w:p>
    <w:p w:rsidR="00336665" w:rsidRDefault="00336665" w:rsidP="00336665">
      <w:pPr>
        <w:jc w:val="center"/>
        <w:rPr>
          <w:rFonts w:ascii="Arial" w:hAnsi="Arial" w:cs="Arial"/>
        </w:rPr>
      </w:pPr>
    </w:p>
    <w:p w:rsidR="00336665" w:rsidRDefault="00336665" w:rsidP="00336665">
      <w:pPr>
        <w:jc w:val="center"/>
        <w:rPr>
          <w:rFonts w:ascii="Arial" w:hAnsi="Arial" w:cs="Arial"/>
        </w:rPr>
      </w:pPr>
    </w:p>
    <w:p w:rsidR="00336665" w:rsidRDefault="00336665" w:rsidP="00336665">
      <w:pPr>
        <w:jc w:val="center"/>
        <w:rPr>
          <w:rFonts w:ascii="Arial" w:hAnsi="Arial" w:cs="Arial"/>
        </w:rPr>
      </w:pP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  <w:r>
        <w:rPr>
          <w:rFonts w:ascii="Calibri" w:hAnsi="Calibri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4680000" cy="3505866"/>
            <wp:effectExtent l="0" t="0" r="6350" b="0"/>
            <wp:docPr id="9" name="Imagem 9" descr="WhatsApp Image 2018-03-21 at 08.58.37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WhatsApp Image 2018-03-21 at 08.58.37 (1)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  <w:r>
        <w:rPr>
          <w:rFonts w:ascii="Calibri" w:hAnsi="Calibr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0D472FE6" wp14:editId="7F0531E3">
            <wp:extent cx="4680000" cy="3505866"/>
            <wp:effectExtent l="0" t="0" r="6350" b="0"/>
            <wp:docPr id="5" name="Imagem 5" descr="WhatsApp Image 2018-03-21 at 08.58.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WhatsApp Image 2018-03-21 at 08.58.3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</w:p>
    <w:p w:rsidR="00336665" w:rsidRDefault="00336665" w:rsidP="00336665">
      <w:pPr>
        <w:jc w:val="center"/>
        <w:rPr>
          <w:rFonts w:ascii="Calibri" w:hAnsi="Calibri"/>
          <w:color w:val="000000"/>
          <w:sz w:val="28"/>
          <w:szCs w:val="28"/>
          <w:shd w:val="clear" w:color="auto" w:fill="FFFFFF"/>
        </w:rPr>
      </w:pPr>
      <w:r>
        <w:rPr>
          <w:rFonts w:ascii="Calibri" w:hAnsi="Calibr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320000" cy="5762544"/>
            <wp:effectExtent l="0" t="0" r="4445" b="0"/>
            <wp:docPr id="8" name="Imagem 8" descr="WhatsApp Image 2018-03-21 at 08.58.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WhatsApp Image 2018-03-21 at 08.58.3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576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65" w:rsidRDefault="00336665" w:rsidP="00336665">
      <w:pPr>
        <w:jc w:val="center"/>
        <w:rPr>
          <w:rFonts w:ascii="Arial" w:hAnsi="Arial" w:cs="Arial"/>
        </w:rPr>
      </w:pPr>
    </w:p>
    <w:p w:rsidR="00336665" w:rsidRPr="00336665" w:rsidRDefault="00336665" w:rsidP="00336665">
      <w:pPr>
        <w:jc w:val="center"/>
        <w:rPr>
          <w:rFonts w:ascii="Arial" w:hAnsi="Arial" w:cs="Arial"/>
        </w:rPr>
      </w:pPr>
    </w:p>
    <w:sectPr w:rsidR="00336665" w:rsidRPr="0033666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2DF" w:rsidRDefault="00CD22DF">
      <w:r>
        <w:separator/>
      </w:r>
    </w:p>
  </w:endnote>
  <w:endnote w:type="continuationSeparator" w:id="0">
    <w:p w:rsidR="00CD22DF" w:rsidRDefault="00CD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2DF" w:rsidRDefault="00CD22DF">
      <w:r>
        <w:separator/>
      </w:r>
    </w:p>
  </w:footnote>
  <w:footnote w:type="continuationSeparator" w:id="0">
    <w:p w:rsidR="00CD22DF" w:rsidRDefault="00CD2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36665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I</w:t>
    </w:r>
    <w:r w:rsidR="003A77BE" w:rsidRPr="00317C1A">
      <w:rPr>
        <w:rFonts w:ascii="Arial" w:hAnsi="Arial" w:cs="Arial"/>
        <w:b/>
        <w:sz w:val="20"/>
        <w:szCs w:val="20"/>
        <w:u w:val="single"/>
      </w:rPr>
      <w:t>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779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B8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B80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A42C8"/>
    <w:rsid w:val="000B0B80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36665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53A4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0CC2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65AA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22DF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72F37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30F34-E75C-4682-8F5F-497E349A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3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2018-03-26T15:07:00Z</dcterms:created>
  <dcterms:modified xsi:type="dcterms:W3CDTF">2018-03-26T15:15:00Z</dcterms:modified>
</cp:coreProperties>
</file>